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B1" w:rsidRDefault="00BA61B1" w:rsidP="008B30BB">
      <w:pPr>
        <w:jc w:val="right"/>
        <w:rPr>
          <w:sz w:val="18"/>
          <w:szCs w:val="18"/>
        </w:rPr>
      </w:pPr>
    </w:p>
    <w:p w:rsidR="00BA61B1" w:rsidRDefault="00BA61B1" w:rsidP="008B30BB">
      <w:pPr>
        <w:jc w:val="right"/>
        <w:rPr>
          <w:sz w:val="18"/>
          <w:szCs w:val="18"/>
        </w:rPr>
      </w:pPr>
    </w:p>
    <w:p w:rsidR="00BA61B1" w:rsidRDefault="00BA61B1" w:rsidP="00B9325F">
      <w:pPr>
        <w:rPr>
          <w:rFonts w:ascii="Tahoma" w:hAnsi="Tahoma" w:cs="Tahoma"/>
          <w:b/>
          <w:bCs/>
        </w:rPr>
      </w:pPr>
      <w:r w:rsidRPr="00525ECD">
        <w:rPr>
          <w:b/>
          <w:sz w:val="22"/>
          <w:szCs w:val="22"/>
        </w:rPr>
        <w:t xml:space="preserve">Znak sprawy: </w:t>
      </w:r>
      <w:r>
        <w:rPr>
          <w:b/>
          <w:sz w:val="22"/>
          <w:szCs w:val="22"/>
        </w:rPr>
        <w:t>GOPS.FA.083.1</w:t>
      </w:r>
      <w:r w:rsidRPr="00503051">
        <w:rPr>
          <w:b/>
          <w:sz w:val="22"/>
          <w:szCs w:val="22"/>
        </w:rPr>
        <w:t>.2019</w:t>
      </w:r>
      <w:r>
        <w:rPr>
          <w:b/>
          <w:sz w:val="22"/>
          <w:szCs w:val="22"/>
        </w:rPr>
        <w:t>-A</w:t>
      </w:r>
      <w:r w:rsidRPr="0006698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rFonts w:ascii="Tahoma" w:hAnsi="Tahoma" w:cs="Tahoma"/>
          <w:b/>
          <w:bCs/>
        </w:rPr>
        <w:t xml:space="preserve">                   </w:t>
      </w:r>
      <w:r w:rsidRPr="0006698F">
        <w:rPr>
          <w:rFonts w:ascii="Tahoma" w:hAnsi="Tahoma" w:cs="Tahoma"/>
          <w:b/>
          <w:bCs/>
        </w:rPr>
        <w:t xml:space="preserve">   </w:t>
      </w:r>
    </w:p>
    <w:p w:rsidR="00BA61B1" w:rsidRPr="0006698F" w:rsidRDefault="00BA61B1" w:rsidP="000338AF">
      <w:pPr>
        <w:jc w:val="right"/>
        <w:rPr>
          <w:rFonts w:ascii="Tahoma" w:hAnsi="Tahoma" w:cs="Tahoma"/>
          <w:b/>
          <w:sz w:val="16"/>
          <w:szCs w:val="16"/>
        </w:rPr>
      </w:pPr>
      <w:r w:rsidRPr="000338AF">
        <w:rPr>
          <w:b/>
          <w:sz w:val="18"/>
          <w:szCs w:val="18"/>
        </w:rPr>
        <w:t>Załącznik nr 2 do ogłoszenia o zamówieniu</w:t>
      </w:r>
    </w:p>
    <w:p w:rsidR="00BA61B1" w:rsidRDefault="00BA61B1" w:rsidP="004A1ACB">
      <w:pPr>
        <w:shd w:val="clear" w:color="auto" w:fill="FFFFFF"/>
        <w:tabs>
          <w:tab w:val="left" w:pos="341"/>
        </w:tabs>
        <w:spacing w:line="274" w:lineRule="exact"/>
        <w:rPr>
          <w:b/>
          <w:spacing w:val="-2"/>
          <w:sz w:val="22"/>
          <w:szCs w:val="22"/>
        </w:rPr>
      </w:pPr>
    </w:p>
    <w:p w:rsidR="00BA61B1" w:rsidRDefault="00BA61B1" w:rsidP="004A1ACB">
      <w:pPr>
        <w:shd w:val="clear" w:color="auto" w:fill="FFFFFF"/>
        <w:tabs>
          <w:tab w:val="left" w:pos="341"/>
        </w:tabs>
        <w:spacing w:line="274" w:lineRule="exact"/>
        <w:rPr>
          <w:b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>Dane Wykonawcy:</w:t>
      </w:r>
    </w:p>
    <w:p w:rsidR="00BA61B1" w:rsidRDefault="00BA61B1" w:rsidP="004A1ACB">
      <w:pPr>
        <w:shd w:val="clear" w:color="auto" w:fill="FFFFFF"/>
        <w:tabs>
          <w:tab w:val="left" w:pos="341"/>
        </w:tabs>
        <w:spacing w:line="274" w:lineRule="exact"/>
        <w:rPr>
          <w:b/>
          <w:spacing w:val="-2"/>
          <w:sz w:val="22"/>
          <w:szCs w:val="22"/>
        </w:rPr>
      </w:pPr>
    </w:p>
    <w:p w:rsidR="00BA61B1" w:rsidRPr="00C12904" w:rsidRDefault="00BA61B1" w:rsidP="00424029">
      <w:pPr>
        <w:pStyle w:val="ListParagraph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</w:t>
      </w:r>
      <w:r w:rsidRPr="00C12904">
        <w:rPr>
          <w:rFonts w:ascii="Arial" w:hAnsi="Arial" w:cs="Arial"/>
          <w:sz w:val="22"/>
          <w:szCs w:val="22"/>
        </w:rPr>
        <w:t>ykonawcy</w:t>
      </w:r>
      <w:r w:rsidRPr="00C12904">
        <w:rPr>
          <w:rFonts w:ascii="Arial" w:hAnsi="Arial" w:cs="Arial"/>
          <w:sz w:val="22"/>
          <w:szCs w:val="22"/>
        </w:rPr>
        <w:tab/>
      </w:r>
    </w:p>
    <w:p w:rsidR="00BA61B1" w:rsidRPr="00C12904" w:rsidRDefault="00BA61B1" w:rsidP="00424029">
      <w:pPr>
        <w:pStyle w:val="ListParagraph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  <w:spacing w:val="-10"/>
          <w:sz w:val="22"/>
          <w:szCs w:val="22"/>
        </w:rPr>
      </w:pPr>
    </w:p>
    <w:p w:rsidR="00BA61B1" w:rsidRPr="00C12904" w:rsidRDefault="00BA61B1" w:rsidP="00424029">
      <w:pPr>
        <w:pStyle w:val="ListParagraph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</w:t>
      </w:r>
      <w:r w:rsidRPr="00C12904">
        <w:rPr>
          <w:rFonts w:ascii="Arial" w:hAnsi="Arial" w:cs="Arial"/>
          <w:sz w:val="22"/>
          <w:szCs w:val="22"/>
        </w:rPr>
        <w:t>ykonawcy</w:t>
      </w:r>
      <w:r w:rsidRPr="00C12904">
        <w:rPr>
          <w:rFonts w:ascii="Arial" w:hAnsi="Arial" w:cs="Arial"/>
          <w:sz w:val="22"/>
          <w:szCs w:val="22"/>
        </w:rPr>
        <w:tab/>
      </w:r>
    </w:p>
    <w:p w:rsidR="00BA61B1" w:rsidRPr="00C12904" w:rsidRDefault="00BA61B1" w:rsidP="00424029">
      <w:pPr>
        <w:pStyle w:val="ListParagraph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  <w:spacing w:val="-10"/>
          <w:sz w:val="22"/>
          <w:szCs w:val="22"/>
        </w:rPr>
      </w:pPr>
    </w:p>
    <w:p w:rsidR="00BA61B1" w:rsidRPr="00C12904" w:rsidRDefault="00BA61B1" w:rsidP="00424029">
      <w:pPr>
        <w:pStyle w:val="ListParagraph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  <w:sz w:val="22"/>
          <w:szCs w:val="22"/>
        </w:rPr>
      </w:pPr>
      <w:r w:rsidRPr="00C12904">
        <w:rPr>
          <w:rFonts w:ascii="Arial" w:hAnsi="Arial" w:cs="Arial"/>
          <w:spacing w:val="-2"/>
          <w:sz w:val="22"/>
          <w:szCs w:val="22"/>
        </w:rPr>
        <w:t>NIP</w:t>
      </w:r>
      <w:r>
        <w:rPr>
          <w:rFonts w:ascii="Arial" w:hAnsi="Arial" w:cs="Arial"/>
          <w:spacing w:val="-2"/>
          <w:sz w:val="22"/>
          <w:szCs w:val="22"/>
        </w:rPr>
        <w:t xml:space="preserve">  …………………………………………………………………………………………………</w:t>
      </w:r>
    </w:p>
    <w:p w:rsidR="00BA61B1" w:rsidRDefault="00BA61B1" w:rsidP="00424029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spacing w:val="-10"/>
          <w:sz w:val="22"/>
          <w:szCs w:val="22"/>
        </w:rPr>
      </w:pPr>
    </w:p>
    <w:p w:rsidR="00BA61B1" w:rsidRDefault="00BA61B1" w:rsidP="00424029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sz w:val="22"/>
          <w:szCs w:val="22"/>
        </w:rPr>
      </w:pPr>
      <w:r w:rsidRPr="00C12904">
        <w:rPr>
          <w:sz w:val="22"/>
          <w:szCs w:val="22"/>
        </w:rPr>
        <w:t>REGON</w:t>
      </w:r>
      <w:r>
        <w:rPr>
          <w:sz w:val="22"/>
          <w:szCs w:val="22"/>
        </w:rPr>
        <w:t>, ( jeśli dotyczy)</w:t>
      </w:r>
      <w:r w:rsidRPr="00C12904">
        <w:rPr>
          <w:sz w:val="22"/>
          <w:szCs w:val="22"/>
        </w:rPr>
        <w:tab/>
      </w:r>
    </w:p>
    <w:p w:rsidR="00BA61B1" w:rsidRDefault="00BA61B1" w:rsidP="00424029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sz w:val="22"/>
          <w:szCs w:val="22"/>
        </w:rPr>
      </w:pPr>
    </w:p>
    <w:p w:rsidR="00BA61B1" w:rsidRDefault="00BA61B1" w:rsidP="00424029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sz w:val="22"/>
          <w:szCs w:val="22"/>
        </w:rPr>
      </w:pPr>
      <w:r>
        <w:rPr>
          <w:sz w:val="22"/>
          <w:szCs w:val="22"/>
        </w:rPr>
        <w:t>KRS ( jeśli dotyczy)</w:t>
      </w:r>
      <w:r w:rsidRPr="00C12904">
        <w:rPr>
          <w:sz w:val="22"/>
          <w:szCs w:val="22"/>
        </w:rPr>
        <w:tab/>
      </w:r>
    </w:p>
    <w:p w:rsidR="00BA61B1" w:rsidRDefault="00BA61B1" w:rsidP="00424029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sz w:val="22"/>
          <w:szCs w:val="22"/>
        </w:rPr>
      </w:pPr>
    </w:p>
    <w:p w:rsidR="00BA61B1" w:rsidRDefault="00BA61B1" w:rsidP="00424029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………………………….. e-mail: …………………………………</w:t>
      </w:r>
    </w:p>
    <w:p w:rsidR="00BA61B1" w:rsidRDefault="00BA61B1" w:rsidP="00777055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2"/>
          <w:sz w:val="28"/>
          <w:szCs w:val="28"/>
        </w:rPr>
      </w:pPr>
    </w:p>
    <w:p w:rsidR="00BA61B1" w:rsidRDefault="00BA61B1" w:rsidP="00777055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2"/>
          <w:sz w:val="28"/>
          <w:szCs w:val="28"/>
        </w:rPr>
      </w:pPr>
    </w:p>
    <w:p w:rsidR="00BA61B1" w:rsidRDefault="00BA61B1" w:rsidP="00777055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TREŚĆ OFERTY</w:t>
      </w:r>
    </w:p>
    <w:p w:rsidR="00BA61B1" w:rsidRDefault="00BA61B1" w:rsidP="00777055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2"/>
          <w:sz w:val="28"/>
          <w:szCs w:val="28"/>
        </w:rPr>
      </w:pPr>
    </w:p>
    <w:p w:rsidR="00BA61B1" w:rsidRPr="00DB24C7" w:rsidRDefault="00BA61B1" w:rsidP="00DB24C7">
      <w:pPr>
        <w:spacing w:line="360" w:lineRule="auto"/>
        <w:jc w:val="both"/>
        <w:rPr>
          <w:bCs/>
          <w:sz w:val="22"/>
          <w:szCs w:val="22"/>
        </w:rPr>
      </w:pPr>
      <w:r w:rsidRPr="00DB24C7">
        <w:rPr>
          <w:b/>
          <w:bCs/>
          <w:sz w:val="22"/>
          <w:szCs w:val="22"/>
        </w:rPr>
        <w:t xml:space="preserve">Nazwa zamówienia: </w:t>
      </w:r>
      <w:bookmarkStart w:id="0" w:name="_Hlk10025355"/>
      <w:r w:rsidRPr="00281E73">
        <w:rPr>
          <w:sz w:val="22"/>
          <w:szCs w:val="22"/>
          <w:lang w:eastAsia="zh-CN"/>
        </w:rPr>
        <w:t xml:space="preserve">Usługi poradnictwa </w:t>
      </w:r>
      <w:r w:rsidRPr="00281E73">
        <w:rPr>
          <w:b/>
          <w:sz w:val="22"/>
          <w:szCs w:val="22"/>
          <w:lang w:eastAsia="zh-CN"/>
        </w:rPr>
        <w:t>PSYCHIATRY</w:t>
      </w:r>
      <w:r w:rsidRPr="00281E73">
        <w:rPr>
          <w:sz w:val="22"/>
          <w:szCs w:val="22"/>
          <w:lang w:eastAsia="zh-CN"/>
        </w:rPr>
        <w:t>, do którego zadań będzie należała pomoc i wparcie dla rodzin objętych wsparciem Asystenta Rodziny, w zakresie diagnostyki psychiatrycznej wraz z leczeniem farmakologicznym</w:t>
      </w:r>
      <w:r>
        <w:rPr>
          <w:sz w:val="22"/>
          <w:szCs w:val="22"/>
          <w:lang w:eastAsia="zh-CN"/>
        </w:rPr>
        <w:t xml:space="preserve"> </w:t>
      </w:r>
      <w:r w:rsidRPr="004D1650">
        <w:rPr>
          <w:b/>
          <w:bCs/>
          <w:sz w:val="22"/>
          <w:szCs w:val="22"/>
        </w:rPr>
        <w:t>w ramach projektu pn.: „W RODZINIE JEST MOC”</w:t>
      </w:r>
      <w:r w:rsidRPr="004D1650">
        <w:rPr>
          <w:bCs/>
          <w:sz w:val="22"/>
          <w:szCs w:val="22"/>
        </w:rPr>
        <w:t>, współfinansowanego przez Unię Europejską z Europejskiego Funduszu Społecznego w ramach Regionalnego Programu Operacyjnego Województwa Dolnośląskiego na lata 2014-2020 (RPO WP 2014-2020), Osi Priorytetowej: 9 Włączenie społeczne, Działania 9.2 Dostęp do wysokiej jakości usług społecznych, Poddziałania 9.2.1 Dostęp do wysokiej jakości usług społecznych - konkursy horyzontalne</w:t>
      </w:r>
      <w:bookmarkEnd w:id="0"/>
      <w:r w:rsidRPr="00DB24C7">
        <w:rPr>
          <w:bCs/>
          <w:sz w:val="22"/>
          <w:szCs w:val="22"/>
        </w:rPr>
        <w:t>.</w:t>
      </w:r>
    </w:p>
    <w:p w:rsidR="00BA61B1" w:rsidRPr="00295FC4" w:rsidRDefault="00BA61B1" w:rsidP="00295FC4">
      <w:pPr>
        <w:pStyle w:val="ListParagraph"/>
        <w:suppressAutoHyphens/>
        <w:spacing w:line="360" w:lineRule="auto"/>
        <w:ind w:left="993"/>
        <w:jc w:val="both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</w:p>
    <w:p w:rsidR="00BA61B1" w:rsidRPr="00295FC4" w:rsidRDefault="00BA61B1" w:rsidP="00506708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 xml:space="preserve">Oferuję </w:t>
      </w:r>
      <w:r w:rsidRPr="00295FC4">
        <w:rPr>
          <w:rFonts w:ascii="Arial" w:hAnsi="Arial" w:cs="Arial"/>
          <w:spacing w:val="-1"/>
          <w:sz w:val="22"/>
          <w:szCs w:val="22"/>
        </w:rPr>
        <w:t xml:space="preserve">wykonanie zamówienia publicznego </w:t>
      </w:r>
      <w:r w:rsidRPr="00295FC4">
        <w:rPr>
          <w:rFonts w:ascii="Arial" w:hAnsi="Arial" w:cs="Arial"/>
          <w:b/>
          <w:spacing w:val="-2"/>
          <w:sz w:val="22"/>
          <w:szCs w:val="22"/>
        </w:rPr>
        <w:t xml:space="preserve">za łączną cenę brutto </w:t>
      </w:r>
      <w:r w:rsidRPr="00295FC4">
        <w:rPr>
          <w:rFonts w:ascii="Arial" w:hAnsi="Arial" w:cs="Arial"/>
          <w:b/>
          <w:sz w:val="22"/>
          <w:szCs w:val="22"/>
        </w:rPr>
        <w:t xml:space="preserve">…………..…………  </w:t>
      </w:r>
      <w:r w:rsidRPr="00295FC4">
        <w:rPr>
          <w:rFonts w:ascii="Arial" w:hAnsi="Arial" w:cs="Arial"/>
          <w:b/>
          <w:spacing w:val="-1"/>
          <w:sz w:val="22"/>
          <w:szCs w:val="22"/>
        </w:rPr>
        <w:t xml:space="preserve">zł  </w:t>
      </w:r>
      <w:r w:rsidRPr="00295FC4">
        <w:rPr>
          <w:rFonts w:ascii="Arial" w:hAnsi="Arial" w:cs="Arial"/>
          <w:b/>
          <w:sz w:val="22"/>
          <w:szCs w:val="22"/>
        </w:rPr>
        <w:t xml:space="preserve">w tym VAT (jeżeli dotyczy) </w:t>
      </w:r>
      <w:r w:rsidRPr="00295FC4">
        <w:rPr>
          <w:rFonts w:ascii="Arial" w:hAnsi="Arial" w:cs="Arial"/>
          <w:sz w:val="22"/>
          <w:szCs w:val="22"/>
        </w:rPr>
        <w:t>co wynika z kalkulacji ceny brutto za 1 godzinę świadczenia usług ………….</w:t>
      </w:r>
      <w:r>
        <w:rPr>
          <w:rFonts w:ascii="Arial" w:hAnsi="Arial" w:cs="Arial"/>
          <w:sz w:val="22"/>
          <w:szCs w:val="22"/>
        </w:rPr>
        <w:t xml:space="preserve"> </w:t>
      </w:r>
      <w:r w:rsidRPr="00295FC4">
        <w:rPr>
          <w:rFonts w:ascii="Arial" w:hAnsi="Arial" w:cs="Arial"/>
          <w:sz w:val="22"/>
          <w:szCs w:val="22"/>
        </w:rPr>
        <w:t xml:space="preserve">zł x max. </w:t>
      </w:r>
      <w:r>
        <w:rPr>
          <w:rFonts w:ascii="Arial" w:hAnsi="Arial" w:cs="Arial"/>
          <w:sz w:val="22"/>
          <w:szCs w:val="22"/>
        </w:rPr>
        <w:t>i</w:t>
      </w:r>
      <w:r w:rsidRPr="00295FC4">
        <w:rPr>
          <w:rFonts w:ascii="Arial" w:hAnsi="Arial" w:cs="Arial"/>
          <w:sz w:val="22"/>
          <w:szCs w:val="22"/>
        </w:rPr>
        <w:t xml:space="preserve">lość godzin tj.: </w:t>
      </w:r>
      <w:r>
        <w:rPr>
          <w:rFonts w:ascii="Arial" w:hAnsi="Arial" w:cs="Arial"/>
          <w:sz w:val="22"/>
          <w:szCs w:val="22"/>
        </w:rPr>
        <w:t>60</w:t>
      </w:r>
      <w:r w:rsidRPr="00295FC4">
        <w:rPr>
          <w:rFonts w:ascii="Arial" w:hAnsi="Arial" w:cs="Arial"/>
          <w:sz w:val="22"/>
          <w:szCs w:val="22"/>
        </w:rPr>
        <w:t xml:space="preserve"> h.</w:t>
      </w:r>
    </w:p>
    <w:p w:rsidR="00BA61B1" w:rsidRPr="00295FC4" w:rsidRDefault="00BA61B1" w:rsidP="00FF5EF5">
      <w:pPr>
        <w:pStyle w:val="ListParagraph"/>
        <w:shd w:val="clear" w:color="auto" w:fill="FFFFFF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95FC4">
        <w:rPr>
          <w:rFonts w:ascii="Arial" w:hAnsi="Arial" w:cs="Arial"/>
          <w:sz w:val="22"/>
          <w:szCs w:val="22"/>
        </w:rPr>
        <w:t>Na potrzeby realizacji zamówienia będę dysponować osobą: ……………………………………………. (imię i nazwisko)</w:t>
      </w:r>
      <w:r>
        <w:rPr>
          <w:rFonts w:ascii="Arial" w:hAnsi="Arial" w:cs="Arial"/>
          <w:sz w:val="22"/>
          <w:szCs w:val="22"/>
        </w:rPr>
        <w:t>,</w:t>
      </w:r>
      <w:r w:rsidRPr="00295FC4">
        <w:rPr>
          <w:rFonts w:ascii="Arial" w:hAnsi="Arial" w:cs="Arial"/>
          <w:sz w:val="22"/>
          <w:szCs w:val="22"/>
        </w:rPr>
        <w:t xml:space="preserve"> która posiada:</w:t>
      </w:r>
    </w:p>
    <w:p w:rsidR="00BA61B1" w:rsidRDefault="00BA61B1" w:rsidP="00506708">
      <w:pPr>
        <w:numPr>
          <w:ilvl w:val="0"/>
          <w:numId w:val="8"/>
        </w:numPr>
        <w:spacing w:line="360" w:lineRule="auto"/>
        <w:ind w:left="709" w:hanging="567"/>
        <w:jc w:val="both"/>
        <w:rPr>
          <w:sz w:val="22"/>
          <w:szCs w:val="22"/>
          <w:lang w:eastAsia="zh-CN"/>
        </w:rPr>
      </w:pPr>
      <w:r w:rsidRPr="00BF1D79">
        <w:rPr>
          <w:sz w:val="22"/>
          <w:szCs w:val="22"/>
          <w:lang w:eastAsia="zh-CN"/>
        </w:rPr>
        <w:t xml:space="preserve">prawo wykonywania </w:t>
      </w:r>
      <w:hyperlink r:id="rId7" w:tooltip="Zawód" w:history="1">
        <w:r w:rsidRPr="00BF1D79">
          <w:rPr>
            <w:rStyle w:val="Hyperlink"/>
            <w:rFonts w:cs="Arial"/>
            <w:color w:val="auto"/>
            <w:sz w:val="22"/>
            <w:szCs w:val="22"/>
            <w:u w:val="none"/>
            <w:lang w:eastAsia="zh-CN"/>
          </w:rPr>
          <w:t>zawodu</w:t>
        </w:r>
      </w:hyperlink>
      <w:r w:rsidRPr="00BF1D79">
        <w:rPr>
          <w:sz w:val="22"/>
          <w:szCs w:val="22"/>
          <w:lang w:eastAsia="zh-CN"/>
        </w:rPr>
        <w:t xml:space="preserve"> lekarza psychiatry;</w:t>
      </w:r>
    </w:p>
    <w:p w:rsidR="00BA61B1" w:rsidRDefault="00BA61B1" w:rsidP="00506708">
      <w:pPr>
        <w:numPr>
          <w:ilvl w:val="0"/>
          <w:numId w:val="8"/>
        </w:numPr>
        <w:spacing w:line="360" w:lineRule="auto"/>
        <w:ind w:left="709" w:hanging="567"/>
        <w:jc w:val="both"/>
        <w:rPr>
          <w:sz w:val="22"/>
          <w:szCs w:val="22"/>
          <w:lang w:eastAsia="zh-CN"/>
        </w:rPr>
      </w:pPr>
      <w:r w:rsidRPr="00FF5EF5">
        <w:rPr>
          <w:sz w:val="22"/>
          <w:szCs w:val="22"/>
          <w:lang w:eastAsia="zh-CN"/>
        </w:rPr>
        <w:t xml:space="preserve">………….. miesięcy doświadczenia </w:t>
      </w:r>
      <w:r w:rsidRPr="00FF5EF5">
        <w:rPr>
          <w:sz w:val="22"/>
          <w:szCs w:val="22"/>
        </w:rPr>
        <w:t>w pracy jako lekarz psychiatra</w:t>
      </w:r>
      <w:r>
        <w:rPr>
          <w:sz w:val="22"/>
          <w:szCs w:val="22"/>
        </w:rPr>
        <w:t>.</w:t>
      </w:r>
    </w:p>
    <w:p w:rsidR="00BA61B1" w:rsidRPr="00FF5EF5" w:rsidRDefault="00BA61B1" w:rsidP="00FF5EF5">
      <w:pPr>
        <w:spacing w:line="360" w:lineRule="auto"/>
        <w:ind w:left="709"/>
        <w:jc w:val="both"/>
        <w:rPr>
          <w:sz w:val="22"/>
          <w:szCs w:val="22"/>
          <w:lang w:eastAsia="zh-CN"/>
        </w:rPr>
      </w:pPr>
    </w:p>
    <w:p w:rsidR="00BA61B1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 w:rsidRPr="00295FC4">
        <w:rPr>
          <w:rFonts w:ascii="Arial" w:hAnsi="Arial" w:cs="Arial"/>
          <w:sz w:val="22"/>
          <w:szCs w:val="22"/>
        </w:rPr>
        <w:t>Jako Wykonawca, oświadczam, że nie podlegam</w:t>
      </w:r>
      <w:r w:rsidRPr="00F36D8D">
        <w:rPr>
          <w:rFonts w:ascii="Arial" w:hAnsi="Arial" w:cs="Arial"/>
          <w:sz w:val="22"/>
          <w:szCs w:val="22"/>
        </w:rPr>
        <w:t xml:space="preserve"> wykluczeniu z przedmiotowego postępowania na podstawie </w:t>
      </w:r>
      <w:r>
        <w:rPr>
          <w:rFonts w:ascii="Arial" w:hAnsi="Arial" w:cs="Arial"/>
          <w:sz w:val="22"/>
          <w:szCs w:val="22"/>
        </w:rPr>
        <w:t>punktów 5.1 i 5.2 ogłoszenia.</w:t>
      </w:r>
    </w:p>
    <w:p w:rsidR="00BA61B1" w:rsidRPr="00AA11D5" w:rsidRDefault="00BA61B1" w:rsidP="00AA11D5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sz w:val="22"/>
          <w:szCs w:val="22"/>
        </w:rPr>
      </w:pPr>
    </w:p>
    <w:p w:rsidR="00BA61B1" w:rsidRPr="00EC4F94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C4F94">
        <w:rPr>
          <w:rFonts w:ascii="Arial" w:hAnsi="Arial" w:cs="Arial"/>
          <w:b/>
          <w:color w:val="FF0000"/>
          <w:sz w:val="22"/>
          <w:szCs w:val="22"/>
        </w:rPr>
        <w:t xml:space="preserve">Jako wykonawca oświadczam, że spełniam warunek udziału w postępowaniu określony w punkcie 5.3 ogłoszenia a na potwierdzenie przedkładam </w:t>
      </w:r>
      <w:r w:rsidRPr="00EC4F94">
        <w:rPr>
          <w:rFonts w:ascii="Arial" w:hAnsi="Arial" w:cs="Arial"/>
          <w:b/>
          <w:iCs/>
          <w:color w:val="FF0000"/>
          <w:sz w:val="22"/>
          <w:szCs w:val="22"/>
        </w:rPr>
        <w:t xml:space="preserve">dokumenty potwierdzające wykształcenie i doświadczenie wykazanych osób w ofercie (kopie </w:t>
      </w:r>
      <w:r>
        <w:rPr>
          <w:rFonts w:ascii="Arial" w:hAnsi="Arial" w:cs="Arial"/>
          <w:b/>
          <w:iCs/>
          <w:color w:val="FF0000"/>
          <w:sz w:val="22"/>
          <w:szCs w:val="22"/>
        </w:rPr>
        <w:t>dyplomów z ukończonych studiów</w:t>
      </w:r>
      <w:r w:rsidRPr="00EC4F94">
        <w:rPr>
          <w:rFonts w:ascii="Arial" w:hAnsi="Arial" w:cs="Arial"/>
          <w:b/>
          <w:iCs/>
          <w:color w:val="FF0000"/>
          <w:sz w:val="22"/>
          <w:szCs w:val="22"/>
        </w:rPr>
        <w:t>, uprawnień, zaświadczeń o zatrudnieniu, kopie referencji, oświadczenia i inne dokumenty z treści</w:t>
      </w:r>
      <w:r>
        <w:rPr>
          <w:rFonts w:ascii="Arial" w:hAnsi="Arial" w:cs="Arial"/>
          <w:b/>
          <w:iCs/>
          <w:color w:val="FF0000"/>
          <w:sz w:val="22"/>
          <w:szCs w:val="22"/>
        </w:rPr>
        <w:t>,</w:t>
      </w:r>
      <w:r w:rsidRPr="00EC4F94">
        <w:rPr>
          <w:rFonts w:ascii="Arial" w:hAnsi="Arial" w:cs="Arial"/>
          <w:b/>
          <w:iCs/>
          <w:color w:val="FF0000"/>
          <w:sz w:val="22"/>
          <w:szCs w:val="22"/>
        </w:rPr>
        <w:t xml:space="preserve"> których będzie jednoznacznie wynikać wykształcenie, uprawnienia i doświadczenie osób zaangażowanych do realizacji zamówienia)</w:t>
      </w:r>
      <w:r w:rsidRPr="00EC4F94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BA61B1" w:rsidRPr="00910DCE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 w:rsidRPr="00910DCE">
        <w:rPr>
          <w:rFonts w:ascii="Arial" w:hAnsi="Arial" w:cs="Arial"/>
          <w:sz w:val="22"/>
          <w:szCs w:val="22"/>
        </w:rPr>
        <w:t xml:space="preserve">Jako Wykonawca oświadczam, że zapoznałem się ze szczegółowym opisem przedmiotu zamówienia, stanowiącym załącznik do </w:t>
      </w:r>
      <w:r>
        <w:rPr>
          <w:rFonts w:ascii="Arial" w:hAnsi="Arial" w:cs="Arial"/>
          <w:sz w:val="22"/>
          <w:szCs w:val="22"/>
        </w:rPr>
        <w:t>ogłoszenia</w:t>
      </w:r>
      <w:r w:rsidRPr="00910DCE">
        <w:rPr>
          <w:rFonts w:ascii="Arial" w:hAnsi="Arial" w:cs="Arial"/>
          <w:sz w:val="22"/>
          <w:szCs w:val="22"/>
        </w:rPr>
        <w:t xml:space="preserve"> i nie wnoszę do niego zastrzeżeń.</w:t>
      </w:r>
    </w:p>
    <w:p w:rsidR="00BA61B1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Wykonawca oświadczam, że zapoznałem się z treścią wzoru umowy i akceptuję go bez zastrzeżeń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>.</w:t>
      </w:r>
    </w:p>
    <w:p w:rsidR="00BA61B1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 w:rsidRPr="00910DCE">
        <w:rPr>
          <w:rFonts w:ascii="Arial" w:hAnsi="Arial" w:cs="Arial"/>
          <w:sz w:val="22"/>
          <w:szCs w:val="22"/>
        </w:rPr>
        <w:t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:rsidR="00BA61B1" w:rsidRPr="00910DCE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 w:rsidRPr="00910DCE">
        <w:rPr>
          <w:rFonts w:ascii="Arial" w:hAnsi="Arial" w:cs="Arial"/>
          <w:sz w:val="22"/>
          <w:szCs w:val="22"/>
        </w:rPr>
        <w:t xml:space="preserve">Oświadczamy, iż Wykonawca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" w:hAnsi="Arial" w:cs="Arial"/>
          <w:sz w:val="22"/>
          <w:szCs w:val="22"/>
        </w:rPr>
        <w:br/>
      </w:r>
      <w:r w:rsidRPr="00910DCE">
        <w:rPr>
          <w:rFonts w:ascii="Arial" w:hAnsi="Arial" w:cs="Arial"/>
          <w:sz w:val="22"/>
          <w:szCs w:val="22"/>
        </w:rPr>
        <w:t xml:space="preserve">z 04.05.2016, str. 1), wobec osób fizycznych, od których dane osobowe bezpośrednio lub pośrednio pozyskał w celu ubiegania się o udzielenie zamówienia publicznego </w:t>
      </w:r>
      <w:r>
        <w:rPr>
          <w:rFonts w:ascii="Arial" w:hAnsi="Arial" w:cs="Arial"/>
          <w:sz w:val="22"/>
          <w:szCs w:val="22"/>
        </w:rPr>
        <w:br/>
      </w:r>
      <w:r w:rsidRPr="00910DCE">
        <w:rPr>
          <w:rFonts w:ascii="Arial" w:hAnsi="Arial" w:cs="Arial"/>
          <w:sz w:val="22"/>
          <w:szCs w:val="22"/>
        </w:rPr>
        <w:t>w niniejszym postępowaniu</w:t>
      </w:r>
    </w:p>
    <w:p w:rsidR="00BA61B1" w:rsidRPr="000240D6" w:rsidRDefault="00BA61B1" w:rsidP="00506708">
      <w:pPr>
        <w:pStyle w:val="ListParagraph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rFonts w:ascii="Arial" w:hAnsi="Arial" w:cs="Arial"/>
          <w:sz w:val="22"/>
          <w:szCs w:val="22"/>
        </w:rPr>
      </w:pPr>
      <w:r w:rsidRPr="000240D6">
        <w:rPr>
          <w:rFonts w:ascii="Arial" w:hAnsi="Arial" w:cs="Arial"/>
          <w:sz w:val="22"/>
          <w:szCs w:val="22"/>
        </w:rPr>
        <w:t>Do oferty załączam następujące dokumenty:</w:t>
      </w:r>
    </w:p>
    <w:p w:rsidR="00BA61B1" w:rsidRDefault="00BA61B1" w:rsidP="000240D6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sz w:val="22"/>
          <w:szCs w:val="22"/>
        </w:rPr>
      </w:pPr>
      <w:r>
        <w:rPr>
          <w:sz w:val="22"/>
          <w:szCs w:val="22"/>
        </w:rPr>
        <w:t>1) ……………………………………………………</w:t>
      </w:r>
    </w:p>
    <w:p w:rsidR="00BA61B1" w:rsidRDefault="00BA61B1" w:rsidP="000240D6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sz w:val="22"/>
          <w:szCs w:val="22"/>
        </w:rPr>
      </w:pPr>
      <w:r>
        <w:rPr>
          <w:sz w:val="22"/>
          <w:szCs w:val="22"/>
        </w:rPr>
        <w:t>2) ……………………………………………………</w:t>
      </w:r>
    </w:p>
    <w:p w:rsidR="00BA61B1" w:rsidRDefault="00BA61B1" w:rsidP="00143AA2">
      <w:pPr>
        <w:jc w:val="both"/>
        <w:rPr>
          <w:b/>
          <w:i/>
          <w:sz w:val="16"/>
          <w:szCs w:val="16"/>
        </w:rPr>
      </w:pPr>
    </w:p>
    <w:p w:rsidR="00BA61B1" w:rsidRDefault="00BA61B1" w:rsidP="00143AA2">
      <w:pPr>
        <w:jc w:val="both"/>
        <w:rPr>
          <w:b/>
          <w:i/>
          <w:sz w:val="16"/>
          <w:szCs w:val="16"/>
        </w:rPr>
      </w:pPr>
    </w:p>
    <w:p w:rsidR="00BA61B1" w:rsidRPr="001F3CFB" w:rsidRDefault="00BA61B1" w:rsidP="00143AA2">
      <w:pPr>
        <w:jc w:val="both"/>
        <w:rPr>
          <w:i/>
          <w:sz w:val="16"/>
          <w:szCs w:val="16"/>
        </w:rPr>
      </w:pPr>
      <w:r w:rsidRPr="001F3CFB">
        <w:rPr>
          <w:b/>
          <w:i/>
          <w:sz w:val="16"/>
          <w:szCs w:val="16"/>
        </w:rPr>
        <w:t>Osoby uprawnione</w:t>
      </w:r>
      <w:r w:rsidRPr="001F3CFB">
        <w:rPr>
          <w:i/>
          <w:sz w:val="16"/>
          <w:szCs w:val="16"/>
        </w:rPr>
        <w:t xml:space="preserve"> do reprezentowania (działania na rzecz) wykonawcy wg zapisów właściwego rejestru  np. Krajowego Rejestru Sądowego lub wypisu z ewidencji działalności gospodarczej lu</w:t>
      </w:r>
      <w:r>
        <w:rPr>
          <w:i/>
          <w:sz w:val="16"/>
          <w:szCs w:val="16"/>
        </w:rPr>
        <w:t>b stosownego pełnomocnictwa, dowód osobisty.</w:t>
      </w:r>
    </w:p>
    <w:p w:rsidR="00BA61B1" w:rsidRDefault="00BA61B1" w:rsidP="00143AA2"/>
    <w:p w:rsidR="00BA61B1" w:rsidRPr="005D03EE" w:rsidRDefault="00BA61B1" w:rsidP="00143AA2">
      <w:pPr>
        <w:spacing w:line="360" w:lineRule="auto"/>
      </w:pPr>
      <w:r w:rsidRPr="005D03EE">
        <w:t>Imię  .............………………………………………   Nazwisko .....................................................</w:t>
      </w:r>
    </w:p>
    <w:p w:rsidR="00BA61B1" w:rsidRDefault="00BA61B1" w:rsidP="00722DD8">
      <w:pPr>
        <w:pStyle w:val="FootnoteText"/>
        <w:rPr>
          <w:rFonts w:ascii="Arial" w:hAnsi="Arial" w:cs="Arial"/>
        </w:rPr>
      </w:pPr>
      <w:r w:rsidRPr="00722DD8">
        <w:rPr>
          <w:rFonts w:ascii="Arial" w:hAnsi="Arial" w:cs="Arial"/>
        </w:rPr>
        <w:t>Nazwa, adres Wykonawcy (Pieczęć Wykonawcy)</w:t>
      </w:r>
    </w:p>
    <w:p w:rsidR="00BA61B1" w:rsidRDefault="00BA61B1" w:rsidP="00722DD8">
      <w:pPr>
        <w:pStyle w:val="FootnoteText"/>
        <w:rPr>
          <w:rFonts w:ascii="Arial" w:hAnsi="Arial" w:cs="Arial"/>
        </w:rPr>
      </w:pPr>
    </w:p>
    <w:p w:rsidR="00BA61B1" w:rsidRPr="00722DD8" w:rsidRDefault="00BA61B1" w:rsidP="00722DD8"/>
    <w:p w:rsidR="00BA61B1" w:rsidRPr="00722DD8" w:rsidRDefault="00BA61B1" w:rsidP="00722DD8">
      <w:r w:rsidRPr="00722DD8">
        <w:t xml:space="preserve">Miejscowość,  data  ………………………   </w:t>
      </w:r>
    </w:p>
    <w:p w:rsidR="00BA61B1" w:rsidRPr="00722DD8" w:rsidRDefault="00BA61B1" w:rsidP="00722DD8">
      <w:pPr>
        <w:ind w:left="3540" w:firstLine="708"/>
      </w:pPr>
      <w:r w:rsidRPr="00722DD8">
        <w:t xml:space="preserve">                     </w:t>
      </w:r>
      <w:r>
        <w:tab/>
        <w:t>……….………………………………….</w:t>
      </w:r>
    </w:p>
    <w:p w:rsidR="00BA61B1" w:rsidRPr="00B91C11" w:rsidRDefault="00BA61B1" w:rsidP="006D0E3B">
      <w:pPr>
        <w:pStyle w:val="BodyTextIndent"/>
        <w:ind w:left="5529"/>
      </w:pPr>
      <w:r w:rsidRPr="00722DD8">
        <w:rPr>
          <w:rFonts w:ascii="Arial" w:hAnsi="Arial" w:cs="Arial"/>
          <w:i/>
          <w:sz w:val="20"/>
          <w:szCs w:val="20"/>
        </w:rPr>
        <w:t xml:space="preserve"> Pieczęć i podpisy osoby/osób uprawniony</w:t>
      </w:r>
      <w:r>
        <w:rPr>
          <w:rFonts w:ascii="Arial" w:hAnsi="Arial" w:cs="Arial"/>
          <w:i/>
          <w:sz w:val="20"/>
          <w:szCs w:val="20"/>
        </w:rPr>
        <w:t>ch do reprezentowania Wykonawcy</w:t>
      </w:r>
    </w:p>
    <w:sectPr w:rsidR="00BA61B1" w:rsidRPr="00B91C11" w:rsidSect="00DB24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4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1B1" w:rsidRDefault="00BA61B1">
      <w:r>
        <w:separator/>
      </w:r>
    </w:p>
  </w:endnote>
  <w:endnote w:type="continuationSeparator" w:id="0">
    <w:p w:rsidR="00BA61B1" w:rsidRDefault="00BA6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1B1" w:rsidRDefault="00BA61B1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BA61B1" w:rsidRDefault="00BA61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1B1" w:rsidRPr="00BE1B66" w:rsidRDefault="00BA61B1" w:rsidP="00DB24C7">
    <w:pPr>
      <w:pBdr>
        <w:top w:val="single" w:sz="4" w:space="1" w:color="auto"/>
      </w:pBdr>
      <w:tabs>
        <w:tab w:val="center" w:pos="720"/>
      </w:tabs>
      <w:ind w:left="1260" w:hanging="834"/>
      <w:jc w:val="center"/>
      <w:rPr>
        <w:sz w:val="16"/>
        <w:szCs w:val="16"/>
      </w:rPr>
    </w:pPr>
    <w:r w:rsidRPr="00BE1B66">
      <w:rPr>
        <w:sz w:val="16"/>
        <w:szCs w:val="16"/>
      </w:rPr>
      <w:t>Gminny Ośrodek Pomocy Społecznej w Siechnicach, ul. Żernicka 17, 55-010 Święta Katarzyna,</w:t>
    </w:r>
  </w:p>
  <w:p w:rsidR="00BA61B1" w:rsidRPr="00BE1B66" w:rsidRDefault="00BA61B1" w:rsidP="00DB24C7">
    <w:pPr>
      <w:pBdr>
        <w:top w:val="single" w:sz="4" w:space="1" w:color="auto"/>
      </w:pBdr>
      <w:tabs>
        <w:tab w:val="center" w:pos="720"/>
      </w:tabs>
      <w:ind w:left="1260" w:hanging="834"/>
      <w:jc w:val="center"/>
      <w:rPr>
        <w:sz w:val="16"/>
        <w:szCs w:val="16"/>
      </w:rPr>
    </w:pPr>
    <w:r w:rsidRPr="00BE1B66">
      <w:rPr>
        <w:sz w:val="16"/>
        <w:szCs w:val="16"/>
      </w:rPr>
      <w:t xml:space="preserve">tel. 71 311 39 68, e-mail: </w:t>
    </w:r>
    <w:hyperlink r:id="rId1" w:history="1">
      <w:r w:rsidRPr="00BE1B66">
        <w:rPr>
          <w:color w:val="0000FF"/>
          <w:sz w:val="16"/>
          <w:szCs w:val="16"/>
          <w:u w:val="single"/>
        </w:rPr>
        <w:t>gops@gops-siechnice.org.pl</w:t>
      </w:r>
    </w:hyperlink>
    <w:r w:rsidRPr="00BE1B66">
      <w:rPr>
        <w:sz w:val="16"/>
        <w:szCs w:val="16"/>
      </w:rPr>
      <w:t xml:space="preserve">  NIP 912-13-01-751    REGON 005959500</w:t>
    </w:r>
  </w:p>
  <w:p w:rsidR="00BA61B1" w:rsidRPr="00BE1B66" w:rsidRDefault="00BA61B1" w:rsidP="00DB24C7">
    <w:pPr>
      <w:pBdr>
        <w:top w:val="single" w:sz="4" w:space="1" w:color="auto"/>
      </w:pBdr>
      <w:tabs>
        <w:tab w:val="center" w:pos="720"/>
      </w:tabs>
      <w:ind w:left="1260" w:hanging="834"/>
      <w:jc w:val="center"/>
      <w:rPr>
        <w:sz w:val="15"/>
        <w:szCs w:val="15"/>
      </w:rPr>
    </w:pPr>
  </w:p>
  <w:p w:rsidR="00BA61B1" w:rsidRPr="00BE1B66" w:rsidRDefault="00BA61B1" w:rsidP="00DB24C7">
    <w:pPr>
      <w:jc w:val="center"/>
      <w:rPr>
        <w:b/>
        <w:sz w:val="15"/>
        <w:szCs w:val="15"/>
        <w:lang w:eastAsia="en-US"/>
      </w:rPr>
    </w:pPr>
    <w:r w:rsidRPr="00BE1B66">
      <w:rPr>
        <w:b/>
        <w:sz w:val="15"/>
        <w:szCs w:val="15"/>
        <w:lang w:eastAsia="en-US"/>
      </w:rPr>
      <w:t>Projekt współfinansowany przez Unię Europejską z Europejskiego Funduszu Społecznego</w:t>
    </w:r>
  </w:p>
  <w:p w:rsidR="00BA61B1" w:rsidRPr="00BE1B66" w:rsidRDefault="00BA61B1" w:rsidP="00DB24C7">
    <w:pPr>
      <w:jc w:val="center"/>
      <w:rPr>
        <w:b/>
        <w:sz w:val="15"/>
        <w:szCs w:val="15"/>
        <w:lang w:eastAsia="en-US"/>
      </w:rPr>
    </w:pPr>
    <w:r w:rsidRPr="00BE1B66">
      <w:rPr>
        <w:b/>
        <w:sz w:val="15"/>
        <w:szCs w:val="15"/>
        <w:lang w:eastAsia="en-US"/>
      </w:rPr>
      <w:t xml:space="preserve">w ramach </w:t>
    </w:r>
    <w:r w:rsidRPr="00BE1B66">
      <w:rPr>
        <w:b/>
        <w:bCs/>
        <w:sz w:val="15"/>
        <w:szCs w:val="15"/>
        <w:lang w:eastAsia="en-US"/>
      </w:rPr>
      <w:t>Regionalnego Programu O</w:t>
    </w:r>
    <w:r w:rsidRPr="00BE1B66">
      <w:rPr>
        <w:b/>
        <w:sz w:val="15"/>
        <w:szCs w:val="15"/>
        <w:lang w:eastAsia="en-US"/>
      </w:rPr>
      <w:t>peracyjnego Województwa Dolnośląskiego na lata 2014-2020 (RPO WP 2014-2020),</w:t>
    </w:r>
  </w:p>
  <w:p w:rsidR="00BA61B1" w:rsidRPr="00BE1B66" w:rsidRDefault="00BA61B1" w:rsidP="00DB24C7">
    <w:pPr>
      <w:jc w:val="center"/>
      <w:rPr>
        <w:b/>
        <w:sz w:val="15"/>
        <w:szCs w:val="15"/>
        <w:lang w:eastAsia="en-US"/>
      </w:rPr>
    </w:pPr>
    <w:r w:rsidRPr="00BE1B66">
      <w:rPr>
        <w:b/>
        <w:sz w:val="15"/>
        <w:szCs w:val="15"/>
        <w:lang w:eastAsia="en-US"/>
      </w:rPr>
      <w:t>Osi Priorytetowej: 9 Włączenie społeczne, Działania 9.2 Dostęp do wysokiej jakości usług społecznych,</w:t>
    </w:r>
  </w:p>
  <w:p w:rsidR="00BA61B1" w:rsidRDefault="00BA61B1" w:rsidP="00DB24C7">
    <w:pPr>
      <w:pStyle w:val="Footer"/>
      <w:jc w:val="center"/>
    </w:pPr>
    <w:r w:rsidRPr="00BE1B66">
      <w:rPr>
        <w:b/>
        <w:sz w:val="15"/>
        <w:szCs w:val="15"/>
        <w:lang w:eastAsia="en-US"/>
      </w:rPr>
      <w:t>Poddziałania 9.2.1 Dostęp do wysokiej jakości usług społecznych - konkursy horyzontalne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1B1" w:rsidRDefault="00BA61B1">
      <w:r>
        <w:separator/>
      </w:r>
    </w:p>
  </w:footnote>
  <w:footnote w:type="continuationSeparator" w:id="0">
    <w:p w:rsidR="00BA61B1" w:rsidRDefault="00BA6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1B1" w:rsidRDefault="00BA61B1" w:rsidP="00B91C11">
    <w:pPr>
      <w:pStyle w:val="Heading1"/>
      <w:jc w:val="left"/>
      <w:rPr>
        <w:rFonts w:cs="Arial"/>
        <w:caps/>
      </w:rPr>
    </w:pPr>
  </w:p>
  <w:p w:rsidR="00BA61B1" w:rsidRPr="00A1027E" w:rsidRDefault="00BA61B1">
    <w:pPr>
      <w:pStyle w:val="Head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1B1" w:rsidRPr="00BE1B66" w:rsidRDefault="00BA61B1" w:rsidP="00DB24C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noProof/>
      </w:rPr>
    </w:pPr>
    <w:r w:rsidRPr="00D26F6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6" type="#_x0000_t75" style="width:453pt;height:45pt;visibility:visible">
          <v:imagedata r:id="rId1" o:title=""/>
        </v:shape>
      </w:pict>
    </w:r>
  </w:p>
  <w:p w:rsidR="00BA61B1" w:rsidRPr="00BE1B66" w:rsidRDefault="00BA61B1" w:rsidP="00DB24C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b/>
        <w:bCs/>
        <w:sz w:val="21"/>
        <w:szCs w:val="21"/>
      </w:rPr>
    </w:pPr>
  </w:p>
  <w:p w:rsidR="00BA61B1" w:rsidRPr="00BE1B66" w:rsidRDefault="00BA61B1" w:rsidP="00DB24C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noProof/>
      </w:rPr>
    </w:pPr>
    <w:r w:rsidRPr="00BE1B66">
      <w:rPr>
        <w:b/>
        <w:bCs/>
        <w:sz w:val="21"/>
        <w:szCs w:val="21"/>
      </w:rPr>
      <w:t>W rodzinie jest MOC</w:t>
    </w:r>
  </w:p>
  <w:p w:rsidR="00BA61B1" w:rsidRPr="00BE1B66" w:rsidRDefault="00BA61B1" w:rsidP="00DB24C7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margin-left:.25pt;margin-top:10.2pt;width:459.4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kY8Hw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"/>
      </w:pict>
    </w:r>
  </w:p>
  <w:p w:rsidR="00BA61B1" w:rsidRDefault="00BA61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6457"/>
    <w:multiLevelType w:val="hybridMultilevel"/>
    <w:tmpl w:val="3A64821A"/>
    <w:lvl w:ilvl="0" w:tplc="143817B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AD70EAF"/>
    <w:multiLevelType w:val="hybridMultilevel"/>
    <w:tmpl w:val="FF924DF6"/>
    <w:lvl w:ilvl="0" w:tplc="C91E20C8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0A7B2E"/>
    <w:multiLevelType w:val="hybridMultilevel"/>
    <w:tmpl w:val="CF3271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2B05EA"/>
    <w:multiLevelType w:val="hybridMultilevel"/>
    <w:tmpl w:val="20B07126"/>
    <w:lvl w:ilvl="0" w:tplc="8230005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A805BF2"/>
    <w:multiLevelType w:val="hybridMultilevel"/>
    <w:tmpl w:val="DB8E8B98"/>
    <w:lvl w:ilvl="0" w:tplc="9F981EEE">
      <w:start w:val="1"/>
      <w:numFmt w:val="decimal"/>
      <w:lvlText w:val="%1."/>
      <w:lvlJc w:val="left"/>
      <w:pPr>
        <w:ind w:left="1782" w:hanging="360"/>
      </w:pPr>
      <w:rPr>
        <w:rFonts w:cs="Times New Roman"/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  <w:rPr>
        <w:rFonts w:cs="Times New Roman"/>
      </w:rPr>
    </w:lvl>
  </w:abstractNum>
  <w:abstractNum w:abstractNumId="5">
    <w:nsid w:val="1B58282D"/>
    <w:multiLevelType w:val="hybridMultilevel"/>
    <w:tmpl w:val="11483876"/>
    <w:lvl w:ilvl="0" w:tplc="8EF261D4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F5779F7"/>
    <w:multiLevelType w:val="hybridMultilevel"/>
    <w:tmpl w:val="D9D6AAC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84C4B8C"/>
    <w:multiLevelType w:val="hybridMultilevel"/>
    <w:tmpl w:val="91643DE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C495E10"/>
    <w:multiLevelType w:val="hybridMultilevel"/>
    <w:tmpl w:val="2E467EE6"/>
    <w:lvl w:ilvl="0" w:tplc="A08817E0">
      <w:start w:val="1"/>
      <w:numFmt w:val="decimal"/>
      <w:lvlText w:val="%1)"/>
      <w:lvlJc w:val="left"/>
      <w:pPr>
        <w:ind w:left="643" w:hanging="360"/>
      </w:pPr>
      <w:rPr>
        <w:rFonts w:ascii="Arial" w:hAnsi="Arial" w:cs="Arial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7AF22AC"/>
    <w:multiLevelType w:val="hybridMultilevel"/>
    <w:tmpl w:val="00A4E134"/>
    <w:lvl w:ilvl="0" w:tplc="5126931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3A17085"/>
    <w:multiLevelType w:val="hybridMultilevel"/>
    <w:tmpl w:val="E272D73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725F76D7"/>
    <w:multiLevelType w:val="hybridMultilevel"/>
    <w:tmpl w:val="F140DAAE"/>
    <w:lvl w:ilvl="0" w:tplc="04150013">
      <w:start w:val="1"/>
      <w:numFmt w:val="upperRoman"/>
      <w:lvlText w:val="%1."/>
      <w:lvlJc w:val="righ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11"/>
  </w:num>
  <w:num w:numId="6">
    <w:abstractNumId w:val="5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7"/>
  </w:num>
  <w:num w:numId="12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4B6"/>
    <w:rsid w:val="00001206"/>
    <w:rsid w:val="00007887"/>
    <w:rsid w:val="00015CA2"/>
    <w:rsid w:val="00015DA4"/>
    <w:rsid w:val="00020291"/>
    <w:rsid w:val="00020DDD"/>
    <w:rsid w:val="000240D6"/>
    <w:rsid w:val="0002572A"/>
    <w:rsid w:val="0002722C"/>
    <w:rsid w:val="000334AF"/>
    <w:rsid w:val="000338AF"/>
    <w:rsid w:val="00043354"/>
    <w:rsid w:val="00044AA5"/>
    <w:rsid w:val="00044F6E"/>
    <w:rsid w:val="00047B67"/>
    <w:rsid w:val="000508C4"/>
    <w:rsid w:val="00053940"/>
    <w:rsid w:val="00055430"/>
    <w:rsid w:val="00062ECB"/>
    <w:rsid w:val="00063137"/>
    <w:rsid w:val="0006698F"/>
    <w:rsid w:val="00066D6F"/>
    <w:rsid w:val="00066FE8"/>
    <w:rsid w:val="00071E50"/>
    <w:rsid w:val="00072F05"/>
    <w:rsid w:val="000A1342"/>
    <w:rsid w:val="000A6421"/>
    <w:rsid w:val="000B2644"/>
    <w:rsid w:val="000B29BC"/>
    <w:rsid w:val="000B323E"/>
    <w:rsid w:val="000B5D59"/>
    <w:rsid w:val="000B6E35"/>
    <w:rsid w:val="000D67A7"/>
    <w:rsid w:val="000D6BDB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23B69"/>
    <w:rsid w:val="00124AA9"/>
    <w:rsid w:val="00125A92"/>
    <w:rsid w:val="001317E6"/>
    <w:rsid w:val="00143AA2"/>
    <w:rsid w:val="00145BD8"/>
    <w:rsid w:val="00146945"/>
    <w:rsid w:val="00152F7D"/>
    <w:rsid w:val="001537F8"/>
    <w:rsid w:val="00156DBC"/>
    <w:rsid w:val="00165784"/>
    <w:rsid w:val="00165C6B"/>
    <w:rsid w:val="00167BA8"/>
    <w:rsid w:val="0017574A"/>
    <w:rsid w:val="00181F60"/>
    <w:rsid w:val="00187D62"/>
    <w:rsid w:val="001902A3"/>
    <w:rsid w:val="001944B6"/>
    <w:rsid w:val="001A259F"/>
    <w:rsid w:val="001A2947"/>
    <w:rsid w:val="001A77DF"/>
    <w:rsid w:val="001B571E"/>
    <w:rsid w:val="001B5D70"/>
    <w:rsid w:val="001B6ABD"/>
    <w:rsid w:val="001B71D9"/>
    <w:rsid w:val="001C393F"/>
    <w:rsid w:val="001D1FE3"/>
    <w:rsid w:val="001D3638"/>
    <w:rsid w:val="001D6231"/>
    <w:rsid w:val="001D7E33"/>
    <w:rsid w:val="001F0812"/>
    <w:rsid w:val="001F2EF6"/>
    <w:rsid w:val="001F3CFB"/>
    <w:rsid w:val="0020233F"/>
    <w:rsid w:val="002029F3"/>
    <w:rsid w:val="002029F5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408D"/>
    <w:rsid w:val="00236B58"/>
    <w:rsid w:val="00237905"/>
    <w:rsid w:val="00250DFE"/>
    <w:rsid w:val="00251152"/>
    <w:rsid w:val="00253733"/>
    <w:rsid w:val="0025374F"/>
    <w:rsid w:val="00253E9D"/>
    <w:rsid w:val="00257CB4"/>
    <w:rsid w:val="00261DF4"/>
    <w:rsid w:val="00261FE7"/>
    <w:rsid w:val="00265159"/>
    <w:rsid w:val="00265F38"/>
    <w:rsid w:val="00276DD8"/>
    <w:rsid w:val="0028052C"/>
    <w:rsid w:val="00280FD0"/>
    <w:rsid w:val="00281BE6"/>
    <w:rsid w:val="00281E73"/>
    <w:rsid w:val="002911F8"/>
    <w:rsid w:val="00295FC4"/>
    <w:rsid w:val="00296F45"/>
    <w:rsid w:val="002A3F5D"/>
    <w:rsid w:val="002B1B2F"/>
    <w:rsid w:val="002B57B5"/>
    <w:rsid w:val="002D224F"/>
    <w:rsid w:val="002E14E4"/>
    <w:rsid w:val="002E1C01"/>
    <w:rsid w:val="002E4166"/>
    <w:rsid w:val="002F2DC2"/>
    <w:rsid w:val="002F568F"/>
    <w:rsid w:val="003012CD"/>
    <w:rsid w:val="0030299D"/>
    <w:rsid w:val="0030465B"/>
    <w:rsid w:val="00307066"/>
    <w:rsid w:val="00313065"/>
    <w:rsid w:val="00317652"/>
    <w:rsid w:val="00324860"/>
    <w:rsid w:val="00326F72"/>
    <w:rsid w:val="00335823"/>
    <w:rsid w:val="00340812"/>
    <w:rsid w:val="003560E9"/>
    <w:rsid w:val="0035691C"/>
    <w:rsid w:val="003635EB"/>
    <w:rsid w:val="003806C3"/>
    <w:rsid w:val="00382D9C"/>
    <w:rsid w:val="00382F6A"/>
    <w:rsid w:val="003845CB"/>
    <w:rsid w:val="00391A8D"/>
    <w:rsid w:val="00395B55"/>
    <w:rsid w:val="00397929"/>
    <w:rsid w:val="003A24FB"/>
    <w:rsid w:val="003B618D"/>
    <w:rsid w:val="003B7ABC"/>
    <w:rsid w:val="003C1931"/>
    <w:rsid w:val="003C2902"/>
    <w:rsid w:val="003D458F"/>
    <w:rsid w:val="003D4DC1"/>
    <w:rsid w:val="003E0FD1"/>
    <w:rsid w:val="003E267E"/>
    <w:rsid w:val="003E517F"/>
    <w:rsid w:val="003F023F"/>
    <w:rsid w:val="003F2CBE"/>
    <w:rsid w:val="003F4C80"/>
    <w:rsid w:val="003F575B"/>
    <w:rsid w:val="004051DE"/>
    <w:rsid w:val="004145F4"/>
    <w:rsid w:val="004153A1"/>
    <w:rsid w:val="00415E37"/>
    <w:rsid w:val="004200F9"/>
    <w:rsid w:val="0042114B"/>
    <w:rsid w:val="00424029"/>
    <w:rsid w:val="00427366"/>
    <w:rsid w:val="00430B3B"/>
    <w:rsid w:val="004323FC"/>
    <w:rsid w:val="00433D78"/>
    <w:rsid w:val="00433EC4"/>
    <w:rsid w:val="00456399"/>
    <w:rsid w:val="004656E3"/>
    <w:rsid w:val="00470C24"/>
    <w:rsid w:val="00471910"/>
    <w:rsid w:val="00484634"/>
    <w:rsid w:val="00491B44"/>
    <w:rsid w:val="00491E4A"/>
    <w:rsid w:val="00491F29"/>
    <w:rsid w:val="00493C85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B776B"/>
    <w:rsid w:val="004C2A10"/>
    <w:rsid w:val="004C4A40"/>
    <w:rsid w:val="004D0FE6"/>
    <w:rsid w:val="004D1650"/>
    <w:rsid w:val="004D6DE3"/>
    <w:rsid w:val="004E0D9D"/>
    <w:rsid w:val="004E188B"/>
    <w:rsid w:val="004E2592"/>
    <w:rsid w:val="004F355B"/>
    <w:rsid w:val="00503051"/>
    <w:rsid w:val="00505A57"/>
    <w:rsid w:val="00506708"/>
    <w:rsid w:val="0050681A"/>
    <w:rsid w:val="005139CF"/>
    <w:rsid w:val="00522B01"/>
    <w:rsid w:val="0052323C"/>
    <w:rsid w:val="00525419"/>
    <w:rsid w:val="00525ECD"/>
    <w:rsid w:val="00527386"/>
    <w:rsid w:val="00532114"/>
    <w:rsid w:val="00535657"/>
    <w:rsid w:val="00540E8F"/>
    <w:rsid w:val="00544044"/>
    <w:rsid w:val="00551795"/>
    <w:rsid w:val="005709E9"/>
    <w:rsid w:val="00574E3E"/>
    <w:rsid w:val="0058168D"/>
    <w:rsid w:val="00584607"/>
    <w:rsid w:val="00586A83"/>
    <w:rsid w:val="005A3123"/>
    <w:rsid w:val="005A4978"/>
    <w:rsid w:val="005B30F4"/>
    <w:rsid w:val="005D03EE"/>
    <w:rsid w:val="005D1BFE"/>
    <w:rsid w:val="005D356C"/>
    <w:rsid w:val="005E16BF"/>
    <w:rsid w:val="005F32D3"/>
    <w:rsid w:val="005F3E6D"/>
    <w:rsid w:val="005F4B59"/>
    <w:rsid w:val="00604E84"/>
    <w:rsid w:val="00612539"/>
    <w:rsid w:val="00615D93"/>
    <w:rsid w:val="006165DA"/>
    <w:rsid w:val="00620E52"/>
    <w:rsid w:val="00622DE1"/>
    <w:rsid w:val="00626B69"/>
    <w:rsid w:val="00631265"/>
    <w:rsid w:val="00632F48"/>
    <w:rsid w:val="00641F07"/>
    <w:rsid w:val="00652157"/>
    <w:rsid w:val="0065574B"/>
    <w:rsid w:val="00660243"/>
    <w:rsid w:val="00661F48"/>
    <w:rsid w:val="00670113"/>
    <w:rsid w:val="00672A56"/>
    <w:rsid w:val="00673437"/>
    <w:rsid w:val="00674915"/>
    <w:rsid w:val="006814D6"/>
    <w:rsid w:val="00683894"/>
    <w:rsid w:val="00683D1A"/>
    <w:rsid w:val="006856ED"/>
    <w:rsid w:val="0069481A"/>
    <w:rsid w:val="006959EA"/>
    <w:rsid w:val="00696F26"/>
    <w:rsid w:val="006A0936"/>
    <w:rsid w:val="006B4FE1"/>
    <w:rsid w:val="006B7DE3"/>
    <w:rsid w:val="006C35DA"/>
    <w:rsid w:val="006D03D8"/>
    <w:rsid w:val="006D0E3B"/>
    <w:rsid w:val="006D27FD"/>
    <w:rsid w:val="006D2CB9"/>
    <w:rsid w:val="006D6B6C"/>
    <w:rsid w:val="006D7D32"/>
    <w:rsid w:val="006E2165"/>
    <w:rsid w:val="006F1A93"/>
    <w:rsid w:val="006F6C78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2DED"/>
    <w:rsid w:val="007446DB"/>
    <w:rsid w:val="00745EDE"/>
    <w:rsid w:val="00747013"/>
    <w:rsid w:val="00750E61"/>
    <w:rsid w:val="00753C54"/>
    <w:rsid w:val="00770CB3"/>
    <w:rsid w:val="00776CA4"/>
    <w:rsid w:val="00777055"/>
    <w:rsid w:val="007852F7"/>
    <w:rsid w:val="00785FA8"/>
    <w:rsid w:val="0078629A"/>
    <w:rsid w:val="007A1E31"/>
    <w:rsid w:val="007A23D2"/>
    <w:rsid w:val="007A6A9B"/>
    <w:rsid w:val="007B0C78"/>
    <w:rsid w:val="007B1FC9"/>
    <w:rsid w:val="007B4B84"/>
    <w:rsid w:val="007D1B07"/>
    <w:rsid w:val="007D7D37"/>
    <w:rsid w:val="007E43D1"/>
    <w:rsid w:val="007F32BE"/>
    <w:rsid w:val="007F4502"/>
    <w:rsid w:val="008070B7"/>
    <w:rsid w:val="00807746"/>
    <w:rsid w:val="00807C67"/>
    <w:rsid w:val="0081302F"/>
    <w:rsid w:val="00813ECA"/>
    <w:rsid w:val="008203EC"/>
    <w:rsid w:val="00826377"/>
    <w:rsid w:val="00831444"/>
    <w:rsid w:val="00832308"/>
    <w:rsid w:val="00833574"/>
    <w:rsid w:val="00844B7F"/>
    <w:rsid w:val="00845B8F"/>
    <w:rsid w:val="00850CC5"/>
    <w:rsid w:val="00853AE9"/>
    <w:rsid w:val="008544E0"/>
    <w:rsid w:val="008552C4"/>
    <w:rsid w:val="008570F1"/>
    <w:rsid w:val="00864EEE"/>
    <w:rsid w:val="008701E3"/>
    <w:rsid w:val="00870FEA"/>
    <w:rsid w:val="00873E9A"/>
    <w:rsid w:val="00874308"/>
    <w:rsid w:val="00884F81"/>
    <w:rsid w:val="00885FEF"/>
    <w:rsid w:val="00893242"/>
    <w:rsid w:val="00893770"/>
    <w:rsid w:val="00894A38"/>
    <w:rsid w:val="00894BDF"/>
    <w:rsid w:val="00895D35"/>
    <w:rsid w:val="00897CCB"/>
    <w:rsid w:val="008A49BF"/>
    <w:rsid w:val="008A6D10"/>
    <w:rsid w:val="008B1D06"/>
    <w:rsid w:val="008B30BB"/>
    <w:rsid w:val="008B44E4"/>
    <w:rsid w:val="008B4F7A"/>
    <w:rsid w:val="008B69FB"/>
    <w:rsid w:val="008C46A9"/>
    <w:rsid w:val="008C5BEF"/>
    <w:rsid w:val="008C7315"/>
    <w:rsid w:val="008D143D"/>
    <w:rsid w:val="008D4EE0"/>
    <w:rsid w:val="008E289D"/>
    <w:rsid w:val="008E3BB8"/>
    <w:rsid w:val="008E5A50"/>
    <w:rsid w:val="00910DCE"/>
    <w:rsid w:val="00915176"/>
    <w:rsid w:val="00916ADF"/>
    <w:rsid w:val="00917902"/>
    <w:rsid w:val="00921388"/>
    <w:rsid w:val="00922CC7"/>
    <w:rsid w:val="00932CBD"/>
    <w:rsid w:val="00933C5D"/>
    <w:rsid w:val="009405D3"/>
    <w:rsid w:val="0094161D"/>
    <w:rsid w:val="00941E80"/>
    <w:rsid w:val="0095085F"/>
    <w:rsid w:val="00960705"/>
    <w:rsid w:val="009615D0"/>
    <w:rsid w:val="009622F6"/>
    <w:rsid w:val="0096352D"/>
    <w:rsid w:val="00966922"/>
    <w:rsid w:val="00966BD1"/>
    <w:rsid w:val="00974A13"/>
    <w:rsid w:val="00976604"/>
    <w:rsid w:val="00985DA6"/>
    <w:rsid w:val="00987411"/>
    <w:rsid w:val="009875AA"/>
    <w:rsid w:val="00997486"/>
    <w:rsid w:val="009A264B"/>
    <w:rsid w:val="009B1D2D"/>
    <w:rsid w:val="009B29E7"/>
    <w:rsid w:val="009B2A28"/>
    <w:rsid w:val="009B4312"/>
    <w:rsid w:val="009C1427"/>
    <w:rsid w:val="009C4B06"/>
    <w:rsid w:val="009D2EEC"/>
    <w:rsid w:val="009D54DE"/>
    <w:rsid w:val="009D61A9"/>
    <w:rsid w:val="009F2291"/>
    <w:rsid w:val="009F2ABB"/>
    <w:rsid w:val="009F52B6"/>
    <w:rsid w:val="00A05781"/>
    <w:rsid w:val="00A05CA5"/>
    <w:rsid w:val="00A1027E"/>
    <w:rsid w:val="00A126E7"/>
    <w:rsid w:val="00A14E30"/>
    <w:rsid w:val="00A162D3"/>
    <w:rsid w:val="00A16F70"/>
    <w:rsid w:val="00A20E47"/>
    <w:rsid w:val="00A31CDA"/>
    <w:rsid w:val="00A3202E"/>
    <w:rsid w:val="00A321A6"/>
    <w:rsid w:val="00A36E9F"/>
    <w:rsid w:val="00A42B61"/>
    <w:rsid w:val="00A443B8"/>
    <w:rsid w:val="00A466B6"/>
    <w:rsid w:val="00A5173E"/>
    <w:rsid w:val="00A53068"/>
    <w:rsid w:val="00A53EDE"/>
    <w:rsid w:val="00A5441A"/>
    <w:rsid w:val="00A62F25"/>
    <w:rsid w:val="00A70E2A"/>
    <w:rsid w:val="00A826F0"/>
    <w:rsid w:val="00A82AED"/>
    <w:rsid w:val="00A837DA"/>
    <w:rsid w:val="00A85EFB"/>
    <w:rsid w:val="00A9006B"/>
    <w:rsid w:val="00A966D3"/>
    <w:rsid w:val="00A9684D"/>
    <w:rsid w:val="00AA0FE2"/>
    <w:rsid w:val="00AA11D5"/>
    <w:rsid w:val="00AA26CA"/>
    <w:rsid w:val="00AA3297"/>
    <w:rsid w:val="00AA3FE5"/>
    <w:rsid w:val="00AA767B"/>
    <w:rsid w:val="00AC6DE7"/>
    <w:rsid w:val="00AC7468"/>
    <w:rsid w:val="00AE25B4"/>
    <w:rsid w:val="00AE6626"/>
    <w:rsid w:val="00AF0C02"/>
    <w:rsid w:val="00B02E6A"/>
    <w:rsid w:val="00B04744"/>
    <w:rsid w:val="00B101E4"/>
    <w:rsid w:val="00B149E7"/>
    <w:rsid w:val="00B21EAC"/>
    <w:rsid w:val="00B450C4"/>
    <w:rsid w:val="00B451C0"/>
    <w:rsid w:val="00B47514"/>
    <w:rsid w:val="00B61246"/>
    <w:rsid w:val="00B61993"/>
    <w:rsid w:val="00B64A2A"/>
    <w:rsid w:val="00B67A47"/>
    <w:rsid w:val="00B81ADD"/>
    <w:rsid w:val="00B83A1C"/>
    <w:rsid w:val="00B869A2"/>
    <w:rsid w:val="00B869FF"/>
    <w:rsid w:val="00B91C11"/>
    <w:rsid w:val="00B9325F"/>
    <w:rsid w:val="00BA06CE"/>
    <w:rsid w:val="00BA419B"/>
    <w:rsid w:val="00BA5661"/>
    <w:rsid w:val="00BA61B1"/>
    <w:rsid w:val="00BA6B95"/>
    <w:rsid w:val="00BB2ADC"/>
    <w:rsid w:val="00BB64D6"/>
    <w:rsid w:val="00BB6CC9"/>
    <w:rsid w:val="00BC1F46"/>
    <w:rsid w:val="00BD6B23"/>
    <w:rsid w:val="00BD775D"/>
    <w:rsid w:val="00BE1AF3"/>
    <w:rsid w:val="00BE1B66"/>
    <w:rsid w:val="00BE3679"/>
    <w:rsid w:val="00BE50B7"/>
    <w:rsid w:val="00BE5764"/>
    <w:rsid w:val="00BF1D79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3644"/>
    <w:rsid w:val="00C5644F"/>
    <w:rsid w:val="00C62F1E"/>
    <w:rsid w:val="00C65344"/>
    <w:rsid w:val="00C6746A"/>
    <w:rsid w:val="00C77843"/>
    <w:rsid w:val="00C87C7C"/>
    <w:rsid w:val="00C92C1A"/>
    <w:rsid w:val="00CA78A4"/>
    <w:rsid w:val="00CD058E"/>
    <w:rsid w:val="00CD351A"/>
    <w:rsid w:val="00CD4D3C"/>
    <w:rsid w:val="00CE2BCA"/>
    <w:rsid w:val="00CF454A"/>
    <w:rsid w:val="00CF7926"/>
    <w:rsid w:val="00D04142"/>
    <w:rsid w:val="00D04945"/>
    <w:rsid w:val="00D05CB3"/>
    <w:rsid w:val="00D13259"/>
    <w:rsid w:val="00D14B5C"/>
    <w:rsid w:val="00D14D3C"/>
    <w:rsid w:val="00D17F22"/>
    <w:rsid w:val="00D200AC"/>
    <w:rsid w:val="00D22A73"/>
    <w:rsid w:val="00D26F65"/>
    <w:rsid w:val="00D303FE"/>
    <w:rsid w:val="00D32271"/>
    <w:rsid w:val="00D34AD9"/>
    <w:rsid w:val="00D3709D"/>
    <w:rsid w:val="00D40153"/>
    <w:rsid w:val="00D52B21"/>
    <w:rsid w:val="00D54010"/>
    <w:rsid w:val="00D62FFE"/>
    <w:rsid w:val="00D6340E"/>
    <w:rsid w:val="00D63981"/>
    <w:rsid w:val="00D67C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7333"/>
    <w:rsid w:val="00DB24C7"/>
    <w:rsid w:val="00DB5349"/>
    <w:rsid w:val="00DC0587"/>
    <w:rsid w:val="00DC40F9"/>
    <w:rsid w:val="00DC4B81"/>
    <w:rsid w:val="00DC53B5"/>
    <w:rsid w:val="00DE7005"/>
    <w:rsid w:val="00DE7D75"/>
    <w:rsid w:val="00DF14D8"/>
    <w:rsid w:val="00DF1681"/>
    <w:rsid w:val="00E0097C"/>
    <w:rsid w:val="00E02657"/>
    <w:rsid w:val="00E233B9"/>
    <w:rsid w:val="00E233F2"/>
    <w:rsid w:val="00E30EF2"/>
    <w:rsid w:val="00E311DA"/>
    <w:rsid w:val="00E41B57"/>
    <w:rsid w:val="00E44EAD"/>
    <w:rsid w:val="00E530D0"/>
    <w:rsid w:val="00E60E2A"/>
    <w:rsid w:val="00E60E40"/>
    <w:rsid w:val="00E61C3C"/>
    <w:rsid w:val="00E838F7"/>
    <w:rsid w:val="00E932E6"/>
    <w:rsid w:val="00EB193D"/>
    <w:rsid w:val="00EB19FD"/>
    <w:rsid w:val="00EB4ECA"/>
    <w:rsid w:val="00EB523E"/>
    <w:rsid w:val="00EB66A1"/>
    <w:rsid w:val="00EB6D74"/>
    <w:rsid w:val="00EC0F3F"/>
    <w:rsid w:val="00EC3E08"/>
    <w:rsid w:val="00EC4F94"/>
    <w:rsid w:val="00ED0273"/>
    <w:rsid w:val="00ED4A6B"/>
    <w:rsid w:val="00EE5F73"/>
    <w:rsid w:val="00EF26E1"/>
    <w:rsid w:val="00EF4083"/>
    <w:rsid w:val="00EF55A6"/>
    <w:rsid w:val="00EF72CE"/>
    <w:rsid w:val="00F15404"/>
    <w:rsid w:val="00F16C4F"/>
    <w:rsid w:val="00F21CD7"/>
    <w:rsid w:val="00F30597"/>
    <w:rsid w:val="00F36D8D"/>
    <w:rsid w:val="00F42C9D"/>
    <w:rsid w:val="00F50732"/>
    <w:rsid w:val="00F52ADA"/>
    <w:rsid w:val="00F52BFE"/>
    <w:rsid w:val="00F70983"/>
    <w:rsid w:val="00F72B44"/>
    <w:rsid w:val="00F8522D"/>
    <w:rsid w:val="00F91B75"/>
    <w:rsid w:val="00F922C5"/>
    <w:rsid w:val="00F93727"/>
    <w:rsid w:val="00FA18BF"/>
    <w:rsid w:val="00FA2AFC"/>
    <w:rsid w:val="00FA5025"/>
    <w:rsid w:val="00FA58F8"/>
    <w:rsid w:val="00FA775C"/>
    <w:rsid w:val="00FB5360"/>
    <w:rsid w:val="00FD02C1"/>
    <w:rsid w:val="00FE31E4"/>
    <w:rsid w:val="00FE3F84"/>
    <w:rsid w:val="00FE67C8"/>
    <w:rsid w:val="00FE69F2"/>
    <w:rsid w:val="00FF11AF"/>
    <w:rsid w:val="00FF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List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Body Text Indent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9D"/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41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4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41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Strong">
    <w:name w:val="Strong"/>
    <w:basedOn w:val="DefaultParagraphFont"/>
    <w:uiPriority w:val="99"/>
    <w:qFormat/>
    <w:rsid w:val="001944B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53AE9"/>
    <w:rPr>
      <w:rFonts w:cs="Times New Roman"/>
      <w:b/>
    </w:rPr>
  </w:style>
  <w:style w:type="paragraph" w:styleId="ListParagraph">
    <w:name w:val="List Paragraph"/>
    <w:aliases w:val="maz_wyliczenie,opis dzialania,K-P_odwolanie,A_wyliczenie,Akapit z listą 1"/>
    <w:basedOn w:val="Normal"/>
    <w:link w:val="ListParagraphChar"/>
    <w:uiPriority w:val="99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29F3"/>
    <w:rPr>
      <w:rFonts w:cs="Times New Roman"/>
    </w:rPr>
  </w:style>
  <w:style w:type="table" w:styleId="TableGrid">
    <w:name w:val="Table Grid"/>
    <w:basedOn w:val="TableNormal"/>
    <w:uiPriority w:val="99"/>
    <w:rsid w:val="00A320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132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40D6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rsid w:val="00EE5F7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E5F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417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E5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41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E5F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417"/>
    <w:rPr>
      <w:rFonts w:cs="Arial"/>
      <w:sz w:val="0"/>
      <w:szCs w:val="0"/>
    </w:rPr>
  </w:style>
  <w:style w:type="character" w:styleId="Hyperlink">
    <w:name w:val="Hyperlink"/>
    <w:basedOn w:val="DefaultParagraphFont"/>
    <w:uiPriority w:val="99"/>
    <w:rsid w:val="00493C85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3AA2"/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43AA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25E70"/>
    <w:pPr>
      <w:spacing w:after="12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5E70"/>
    <w:rPr>
      <w:rFonts w:ascii="Calibri" w:eastAsia="Times New Roman" w:hAnsi="Calibri"/>
      <w:sz w:val="22"/>
      <w:lang w:eastAsia="en-US"/>
    </w:rPr>
  </w:style>
  <w:style w:type="character" w:customStyle="1" w:styleId="ZnakZnak5">
    <w:name w:val="Znak Znak5"/>
    <w:uiPriority w:val="99"/>
    <w:rsid w:val="00826377"/>
    <w:rPr>
      <w:rFonts w:ascii="Calibri" w:eastAsia="Times New Roman" w:hAnsi="Calibri"/>
      <w:sz w:val="22"/>
      <w:lang w:val="pl-PL" w:eastAsia="en-US"/>
    </w:rPr>
  </w:style>
  <w:style w:type="character" w:customStyle="1" w:styleId="apple-style-span">
    <w:name w:val="apple-style-span"/>
    <w:basedOn w:val="DefaultParagraphFont"/>
    <w:uiPriority w:val="99"/>
    <w:rsid w:val="000E3262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E3262"/>
    <w:rPr>
      <w:rFonts w:cs="Times New Roman"/>
    </w:rPr>
  </w:style>
  <w:style w:type="character" w:customStyle="1" w:styleId="ListParagraphChar">
    <w:name w:val="List Paragraph Char"/>
    <w:aliases w:val="maz_wyliczenie Char,opis dzialania Char,K-P_odwolanie Char,A_wyliczenie Char,Akapit z listą 1 Char"/>
    <w:link w:val="ListParagraph"/>
    <w:uiPriority w:val="99"/>
    <w:locked/>
    <w:rsid w:val="00DB2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7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7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6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72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2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7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7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Zaw%C3%B3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ops@gops-siechnice.o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558</Words>
  <Characters>3354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subject/>
  <dc:creator>user</dc:creator>
  <cp:keywords/>
  <dc:description/>
  <cp:lastModifiedBy>JBrylkowska</cp:lastModifiedBy>
  <cp:revision>2</cp:revision>
  <cp:lastPrinted>2016-11-30T11:55:00Z</cp:lastPrinted>
  <dcterms:created xsi:type="dcterms:W3CDTF">2019-07-26T09:44:00Z</dcterms:created>
  <dcterms:modified xsi:type="dcterms:W3CDTF">2019-07-26T09:44:00Z</dcterms:modified>
</cp:coreProperties>
</file>